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7DCAB" w14:textId="77777777" w:rsidR="00ED46B5" w:rsidRDefault="00ED46B5" w:rsidP="00ED46B5">
      <w:pPr>
        <w:framePr w:w="9526" w:h="1474" w:wrap="notBeside" w:vAnchor="page" w:hAnchor="page" w:x="1702" w:y="3063"/>
      </w:pPr>
    </w:p>
    <w:tbl>
      <w:tblPr>
        <w:tblW w:w="28575" w:type="dxa"/>
        <w:tblInd w:w="8" w:type="dxa"/>
        <w:tblLayout w:type="fixed"/>
        <w:tblCellMar>
          <w:left w:w="0" w:type="dxa"/>
          <w:right w:w="0" w:type="dxa"/>
        </w:tblCellMar>
        <w:tblLook w:val="0000" w:firstRow="0" w:lastRow="0" w:firstColumn="0" w:lastColumn="0" w:noHBand="0" w:noVBand="0"/>
      </w:tblPr>
      <w:tblGrid>
        <w:gridCol w:w="5216"/>
        <w:gridCol w:w="4309"/>
        <w:gridCol w:w="907"/>
        <w:gridCol w:w="5216"/>
        <w:gridCol w:w="3402"/>
        <w:gridCol w:w="907"/>
        <w:gridCol w:w="8618"/>
      </w:tblGrid>
      <w:tr w:rsidR="00ED46B5" w14:paraId="418ED9EB" w14:textId="77777777" w:rsidTr="00ED46B5">
        <w:trPr>
          <w:cantSplit/>
          <w:trHeight w:val="284"/>
        </w:trPr>
        <w:tc>
          <w:tcPr>
            <w:tcW w:w="9525" w:type="dxa"/>
            <w:gridSpan w:val="2"/>
          </w:tcPr>
          <w:p w14:paraId="6A87A9EF" w14:textId="487BC64D" w:rsidR="00ED46B5" w:rsidRPr="00ED46B5" w:rsidRDefault="00ED46B5" w:rsidP="00ED46B5">
            <w:pPr>
              <w:pStyle w:val="Pealkiri4"/>
              <w:framePr w:w="9526" w:h="1474" w:wrap="notBeside" w:y="3063"/>
            </w:pPr>
            <w:r w:rsidRPr="00ED46B5">
              <w:t>METSAOSAKOND</w:t>
            </w:r>
          </w:p>
          <w:p w14:paraId="4F734DC4" w14:textId="0DB075BF" w:rsidR="00ED46B5" w:rsidRPr="00ED46B5" w:rsidRDefault="00ED46B5" w:rsidP="00ED46B5">
            <w:pPr>
              <w:rPr>
                <w:rFonts w:ascii="Arial" w:hAnsi="Arial" w:cs="Arial"/>
                <w:b/>
                <w:bCs/>
              </w:rPr>
            </w:pPr>
            <w:r w:rsidRPr="00ED46B5">
              <w:rPr>
                <w:rFonts w:ascii="Arial" w:hAnsi="Arial" w:cs="Arial"/>
                <w:b/>
                <w:bCs/>
              </w:rPr>
              <w:t>PEAMETSAÜLEM</w:t>
            </w:r>
          </w:p>
          <w:p w14:paraId="117D2ED5" w14:textId="718F3354" w:rsidR="00ED46B5" w:rsidRDefault="00ED46B5" w:rsidP="00ED46B5">
            <w:pPr>
              <w:pStyle w:val="Pealkiri4"/>
              <w:framePr w:w="9526" w:h="1474" w:wrap="notBeside" w:y="3063"/>
            </w:pPr>
            <w:r w:rsidRPr="00ED46B5">
              <w:t>KÄSKKIRI</w:t>
            </w:r>
          </w:p>
        </w:tc>
        <w:tc>
          <w:tcPr>
            <w:tcW w:w="9525" w:type="dxa"/>
            <w:gridSpan w:val="3"/>
          </w:tcPr>
          <w:p w14:paraId="0A7A50D0" w14:textId="77777777" w:rsidR="00ED46B5" w:rsidRDefault="00ED46B5" w:rsidP="00ED46B5">
            <w:pPr>
              <w:pStyle w:val="Pealkiri4"/>
              <w:framePr w:w="9526" w:h="1474" w:wrap="notBeside" w:y="3063"/>
            </w:pPr>
          </w:p>
        </w:tc>
        <w:tc>
          <w:tcPr>
            <w:tcW w:w="9525" w:type="dxa"/>
            <w:gridSpan w:val="2"/>
          </w:tcPr>
          <w:p w14:paraId="03251B24" w14:textId="1A3F8279" w:rsidR="00ED46B5" w:rsidRDefault="00ED46B5" w:rsidP="00ED46B5">
            <w:pPr>
              <w:pStyle w:val="Pealkiri4"/>
              <w:framePr w:w="9526" w:h="1474" w:wrap="notBeside" w:y="3063"/>
            </w:pPr>
            <w:r>
              <w:t>KÄSKKIRI</w:t>
            </w:r>
          </w:p>
        </w:tc>
      </w:tr>
      <w:tr w:rsidR="00ED46B5" w14:paraId="6D0C18B0" w14:textId="77777777" w:rsidTr="00ED46B5">
        <w:trPr>
          <w:gridAfter w:val="1"/>
          <w:wAfter w:w="8618" w:type="dxa"/>
          <w:cantSplit/>
          <w:trHeight w:val="570"/>
        </w:trPr>
        <w:tc>
          <w:tcPr>
            <w:tcW w:w="5216" w:type="dxa"/>
            <w:tcBorders>
              <w:bottom w:val="nil"/>
            </w:tcBorders>
          </w:tcPr>
          <w:p w14:paraId="1DB100DF" w14:textId="77777777" w:rsidR="00ED46B5" w:rsidRDefault="00ED46B5" w:rsidP="00ED46B5">
            <w:pPr>
              <w:pStyle w:val="Pealkiri4"/>
              <w:framePr w:w="9526" w:h="1474" w:wrap="notBeside" w:y="3063"/>
              <w:rPr>
                <w:sz w:val="22"/>
              </w:rPr>
            </w:pPr>
          </w:p>
          <w:p w14:paraId="341185BA" w14:textId="4BE41951" w:rsidR="00ED46B5" w:rsidRDefault="00ED46B5" w:rsidP="00ED46B5">
            <w:pPr>
              <w:pStyle w:val="Pealkiri4"/>
              <w:framePr w:w="9526" w:h="1474" w:wrap="notBeside" w:y="3063"/>
              <w:rPr>
                <w:sz w:val="22"/>
              </w:rPr>
            </w:pPr>
          </w:p>
        </w:tc>
        <w:tc>
          <w:tcPr>
            <w:tcW w:w="5216" w:type="dxa"/>
            <w:gridSpan w:val="2"/>
            <w:tcBorders>
              <w:bottom w:val="nil"/>
            </w:tcBorders>
          </w:tcPr>
          <w:p w14:paraId="1F4410EE" w14:textId="02908D8F" w:rsidR="00ED46B5" w:rsidRPr="00ED46B5" w:rsidRDefault="00ED46B5" w:rsidP="00ED46B5">
            <w:pPr>
              <w:framePr w:w="9526" w:h="1474" w:wrap="notBeside" w:vAnchor="page" w:hAnchor="page" w:x="1702" w:y="3063"/>
              <w:rPr>
                <w:b/>
                <w:bCs/>
                <w:sz w:val="22"/>
              </w:rPr>
            </w:pPr>
            <w:r>
              <w:t xml:space="preserve"> (digitaalallkirja kuupäev) </w:t>
            </w:r>
            <w:r w:rsidRPr="00ED46B5">
              <w:t>nr 1-5.1/202</w:t>
            </w:r>
            <w:r>
              <w:t>3</w:t>
            </w:r>
            <w:r w:rsidRPr="00ED46B5">
              <w:t>/</w:t>
            </w:r>
            <w:r w:rsidR="00C971F7">
              <w:t>4</w:t>
            </w:r>
          </w:p>
        </w:tc>
        <w:tc>
          <w:tcPr>
            <w:tcW w:w="5216" w:type="dxa"/>
            <w:tcBorders>
              <w:bottom w:val="nil"/>
            </w:tcBorders>
          </w:tcPr>
          <w:p w14:paraId="204ADBCD" w14:textId="117AEE38" w:rsidR="00ED46B5" w:rsidRDefault="00ED46B5" w:rsidP="00ED46B5">
            <w:pPr>
              <w:pStyle w:val="Pealkiri4"/>
              <w:framePr w:w="9526" w:h="1474" w:wrap="notBeside" w:y="3063"/>
              <w:rPr>
                <w:sz w:val="22"/>
              </w:rPr>
            </w:pPr>
          </w:p>
          <w:bookmarkStart w:id="0" w:name="Text2"/>
          <w:p w14:paraId="72DF0044" w14:textId="77777777" w:rsidR="00ED46B5" w:rsidRDefault="00ED46B5" w:rsidP="00ED46B5">
            <w:pPr>
              <w:framePr w:w="9526" w:h="1474" w:wrap="notBeside" w:vAnchor="page" w:hAnchor="page" w:x="1702" w:y="3063"/>
            </w:pPr>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rsidR="00C971F7">
              <w:fldChar w:fldCharType="separate"/>
            </w:r>
            <w:r>
              <w:fldChar w:fldCharType="end"/>
            </w:r>
            <w:bookmarkEnd w:id="0"/>
          </w:p>
        </w:tc>
        <w:tc>
          <w:tcPr>
            <w:tcW w:w="4309" w:type="dxa"/>
            <w:gridSpan w:val="2"/>
            <w:tcBorders>
              <w:bottom w:val="nil"/>
            </w:tcBorders>
          </w:tcPr>
          <w:p w14:paraId="701A24C4" w14:textId="77777777" w:rsidR="00ED46B5" w:rsidRDefault="00ED46B5" w:rsidP="00ED46B5">
            <w:pPr>
              <w:pStyle w:val="Pealkiri4"/>
              <w:framePr w:w="9526" w:h="1474" w:wrap="notBeside" w:y="3063"/>
              <w:rPr>
                <w:sz w:val="22"/>
              </w:rPr>
            </w:pPr>
          </w:p>
          <w:p w14:paraId="36015AFB" w14:textId="2C89CBCB" w:rsidR="00ED46B5" w:rsidRDefault="00ED46B5" w:rsidP="00ED46B5">
            <w:pPr>
              <w:framePr w:w="9526" w:h="1474" w:wrap="notBeside" w:vAnchor="page" w:hAnchor="page" w:x="1702" w:y="3063"/>
            </w:pPr>
          </w:p>
        </w:tc>
      </w:tr>
    </w:tbl>
    <w:p w14:paraId="041BF90C" w14:textId="77777777" w:rsidR="006D69D5" w:rsidRDefault="006D69D5">
      <w:pPr>
        <w:framePr w:w="9526" w:h="1474" w:wrap="notBeside" w:vAnchor="page" w:hAnchor="page" w:x="1702" w:y="3063"/>
        <w:rPr>
          <w:sz w:val="12"/>
        </w:rPr>
      </w:pPr>
    </w:p>
    <w:tbl>
      <w:tblPr>
        <w:tblW w:w="5000" w:type="pct"/>
        <w:tblLayout w:type="fixed"/>
        <w:tblCellMar>
          <w:left w:w="0" w:type="dxa"/>
          <w:right w:w="0" w:type="dxa"/>
        </w:tblCellMar>
        <w:tblLook w:val="0000" w:firstRow="0" w:lastRow="0" w:firstColumn="0" w:lastColumn="0" w:noHBand="0" w:noVBand="0"/>
      </w:tblPr>
      <w:tblGrid>
        <w:gridCol w:w="4479"/>
      </w:tblGrid>
      <w:tr w:rsidR="005E5D33" w14:paraId="1A3F23AA" w14:textId="77777777" w:rsidTr="00AE4311">
        <w:trPr>
          <w:cantSplit/>
          <w:trHeight w:hRule="exact" w:val="1304"/>
        </w:trPr>
        <w:tc>
          <w:tcPr>
            <w:tcW w:w="5000" w:type="pct"/>
            <w:vAlign w:val="center"/>
          </w:tcPr>
          <w:p w14:paraId="7BCA4828" w14:textId="781AE632" w:rsidR="005E5D33" w:rsidRDefault="005E5D33" w:rsidP="00497B26">
            <w:pPr>
              <w:framePr w:w="4479" w:h="1304" w:hRule="exact" w:wrap="around" w:vAnchor="page" w:hAnchor="page" w:x="6918" w:y="1674"/>
              <w:pBdr>
                <w:left w:val="single" w:sz="6" w:space="1" w:color="auto"/>
                <w:right w:val="single" w:sz="6" w:space="1" w:color="auto"/>
              </w:pBdr>
              <w:rPr>
                <w:rFonts w:ascii="Arial" w:hAnsi="Arial" w:cs="Arial"/>
                <w:sz w:val="16"/>
              </w:rPr>
            </w:pPr>
          </w:p>
        </w:tc>
      </w:tr>
    </w:tbl>
    <w:p w14:paraId="0347FCD0" w14:textId="77777777" w:rsidR="005E5D33" w:rsidRDefault="005E5D33" w:rsidP="005E5D33">
      <w:pPr>
        <w:framePr w:w="4479" w:h="1304" w:hRule="exact" w:wrap="around" w:vAnchor="page" w:hAnchor="page" w:x="6918" w:y="1674"/>
        <w:pBdr>
          <w:top w:val="single" w:sz="6" w:space="1" w:color="auto"/>
          <w:left w:val="single" w:sz="6" w:space="1" w:color="auto"/>
          <w:bottom w:val="single" w:sz="6" w:space="1" w:color="auto"/>
          <w:right w:val="single" w:sz="6" w:space="1" w:color="auto"/>
        </w:pBdr>
        <w:rPr>
          <w:rFonts w:ascii="Arial" w:hAnsi="Arial" w:cs="Arial"/>
          <w:sz w:val="16"/>
        </w:rPr>
      </w:pPr>
    </w:p>
    <w:p w14:paraId="7BBA790C" w14:textId="77777777" w:rsidR="006D69D5" w:rsidRDefault="005E5D33">
      <w:pPr>
        <w:framePr w:w="3289" w:h="851" w:wrap="around" w:vAnchor="page" w:hAnchor="page" w:x="8052" w:y="625"/>
        <w:rPr>
          <w:spacing w:val="0"/>
          <w:position w:val="0"/>
        </w:rPr>
      </w:pPr>
      <w:r>
        <w:rPr>
          <w:noProof/>
          <w:spacing w:val="0"/>
          <w:position w:val="0"/>
          <w:lang w:eastAsia="et-EE"/>
        </w:rPr>
        <w:drawing>
          <wp:inline distT="0" distB="0" distL="0" distR="0" wp14:anchorId="69CD5FD6" wp14:editId="06E28883">
            <wp:extent cx="2085975" cy="542925"/>
            <wp:effectExtent l="0" t="0" r="9525" b="9525"/>
            <wp:docPr id="1" name="Picture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3BC2B820" w14:textId="77777777" w:rsidR="006D69D5" w:rsidRDefault="006D69D5">
      <w:pPr>
        <w:pStyle w:val="Jalus"/>
      </w:pPr>
    </w:p>
    <w:p w14:paraId="381E6A48" w14:textId="08AC0F45" w:rsidR="006D69D5" w:rsidRDefault="006D69D5">
      <w:pPr>
        <w:pStyle w:val="Pealkiri1"/>
      </w:pPr>
    </w:p>
    <w:p w14:paraId="01E03104" w14:textId="77777777" w:rsidR="006D69D5" w:rsidRDefault="006D69D5"/>
    <w:p w14:paraId="73E2D855" w14:textId="00C03304" w:rsidR="0062286F" w:rsidRDefault="00F030D6" w:rsidP="0062286F">
      <w:pPr>
        <w:pStyle w:val="Pealkiri1"/>
      </w:pPr>
      <w:r>
        <w:t>Raevärava</w:t>
      </w:r>
      <w:r w:rsidR="0062286F">
        <w:t xml:space="preserve"> kinnistu koormamine isikliku kasutusõigusega</w:t>
      </w:r>
    </w:p>
    <w:p w14:paraId="60922A97" w14:textId="77777777" w:rsidR="0062286F" w:rsidRDefault="0062286F" w:rsidP="0062286F"/>
    <w:p w14:paraId="6278CA7B" w14:textId="77777777" w:rsidR="0062286F" w:rsidRPr="009A6AC7" w:rsidRDefault="0062286F" w:rsidP="0062286F"/>
    <w:p w14:paraId="4EFCB28A" w14:textId="77777777" w:rsidR="0062286F" w:rsidRDefault="0062286F" w:rsidP="0062286F">
      <w:pPr>
        <w:sectPr w:rsidR="0062286F" w:rsidSect="0062286F">
          <w:headerReference w:type="default" r:id="rId8"/>
          <w:footerReference w:type="default" r:id="rId9"/>
          <w:headerReference w:type="first" r:id="rId10"/>
          <w:type w:val="continuous"/>
          <w:pgSz w:w="11906" w:h="16838" w:code="9"/>
          <w:pgMar w:top="3062" w:right="680" w:bottom="737" w:left="1701" w:header="454" w:footer="567" w:gutter="0"/>
          <w:cols w:space="708"/>
          <w:titlePg/>
        </w:sectPr>
      </w:pPr>
    </w:p>
    <w:p w14:paraId="7909323E" w14:textId="77777777" w:rsidR="008C2BD6" w:rsidRPr="00631681" w:rsidRDefault="00A1126B" w:rsidP="008C2BD6">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F030D6">
        <w:t>Urmas Sõõrumaa</w:t>
      </w:r>
      <w:r>
        <w:t xml:space="preserve"> omandis </w:t>
      </w:r>
      <w:r w:rsidRPr="00631681">
        <w:t xml:space="preserve">olevale </w:t>
      </w:r>
      <w:r w:rsidR="00F030D6">
        <w:t>Raevärava</w:t>
      </w:r>
      <w:r>
        <w:t xml:space="preserve"> kinnistule (</w:t>
      </w:r>
      <w:r w:rsidRPr="00631681">
        <w:t>kinnistu</w:t>
      </w:r>
      <w:r>
        <w:t xml:space="preserve"> </w:t>
      </w:r>
      <w:r w:rsidRPr="00631681">
        <w:t>registriosa n</w:t>
      </w:r>
      <w:r>
        <w:t>r</w:t>
      </w:r>
      <w:r w:rsidRPr="00631681">
        <w:t xml:space="preserve"> </w:t>
      </w:r>
      <w:r w:rsidR="00F030D6">
        <w:t>2123037</w:t>
      </w:r>
      <w:r>
        <w:t>,</w:t>
      </w:r>
      <w:r w:rsidRPr="00631681">
        <w:t xml:space="preserve"> </w:t>
      </w:r>
      <w:r>
        <w:t xml:space="preserve">katastritunnus </w:t>
      </w:r>
      <w:r w:rsidR="00F030D6">
        <w:t>31701:006:1191</w:t>
      </w:r>
      <w:r>
        <w:t xml:space="preserve">, </w:t>
      </w:r>
      <w:r w:rsidRPr="00631681">
        <w:t xml:space="preserve">asukoht </w:t>
      </w:r>
      <w:r w:rsidR="00F030D6">
        <w:t>Rapla</w:t>
      </w:r>
      <w:r>
        <w:t xml:space="preserve"> maakond, </w:t>
      </w:r>
      <w:r w:rsidR="00F030D6">
        <w:t>Kohila</w:t>
      </w:r>
      <w:r>
        <w:t xml:space="preserve"> vald, </w:t>
      </w:r>
      <w:r w:rsidR="00F030D6">
        <w:t>Pihali</w:t>
      </w:r>
      <w:r>
        <w:t xml:space="preserve"> küla, </w:t>
      </w:r>
      <w:r w:rsidR="00F030D6">
        <w:t>Raevärava</w:t>
      </w:r>
      <w:r>
        <w:t>).</w:t>
      </w:r>
      <w:r w:rsidRPr="00631681">
        <w:t xml:space="preserve"> </w:t>
      </w:r>
      <w:r w:rsidR="008C2BD6" w:rsidRPr="00631681">
        <w:t xml:space="preserve">Isikliku kasutusõiguse eesmärgiks on eraomandis oleva tee kasutamine, mis tagab juurdepääsu </w:t>
      </w:r>
      <w:r w:rsidR="008C2BD6" w:rsidRPr="00631681">
        <w:rPr>
          <w:szCs w:val="24"/>
        </w:rPr>
        <w:t xml:space="preserve">RMK valduses olevale kinnisasjale. Eeltoodust tulenevalt on põhjendatud kinnistu koormamine isikliku kasutusõigusega. </w:t>
      </w:r>
    </w:p>
    <w:p w14:paraId="70D96C7B" w14:textId="77777777" w:rsidR="008C2BD6" w:rsidRPr="00631681" w:rsidRDefault="008C2BD6" w:rsidP="008C2BD6">
      <w:pPr>
        <w:pStyle w:val="Kehatekst"/>
        <w:tabs>
          <w:tab w:val="clear" w:pos="900"/>
        </w:tabs>
        <w:jc w:val="both"/>
      </w:pPr>
    </w:p>
    <w:p w14:paraId="6023A38B" w14:textId="77777777" w:rsidR="008C2BD6" w:rsidRDefault="008C2BD6" w:rsidP="008C2BD6">
      <w:pPr>
        <w:jc w:val="both"/>
      </w:pPr>
      <w:r w:rsidRPr="003E245A">
        <w:t xml:space="preserve">Tulenevalt eeltoodust ja lähtudes asjaõigusseaduse § 156, § 225, § 226, § 228, metsaseaduse § 63 lõike 2 punktist 3, § 64 lõike 1 punktist 3 ja lõikest 2, riigivaraseaduse § 2 lõikest 4, ehitusseadustiku § 92 lõikest 1, Vabariigi Valitsuse 09. jaanuari 2007. a määrusega nr 4 kinnitatud “Riigimetsa Majandamise Keskuse põhimääruse” § 33 lõikest 1 ja RMK juhatuse </w:t>
      </w:r>
      <w:r>
        <w:t>01.12</w:t>
      </w:r>
      <w:r w:rsidRPr="003E245A">
        <w:t>.2020. a otsuse nr 1-32/</w:t>
      </w:r>
      <w:r>
        <w:t>107</w:t>
      </w:r>
      <w:r w:rsidRPr="003E245A">
        <w:t xml:space="preserve"> „Kinnisasjade ja piiratud asjaõiguste omandamise juhend“ peatük</w:t>
      </w:r>
      <w:r>
        <w:t>kidest</w:t>
      </w:r>
      <w:r w:rsidRPr="003E245A">
        <w:t xml:space="preserve"> 7 </w:t>
      </w:r>
      <w:r>
        <w:t xml:space="preserve">ja 11 </w:t>
      </w:r>
      <w:r w:rsidRPr="003E245A">
        <w:t xml:space="preserve">alusel </w:t>
      </w:r>
    </w:p>
    <w:p w14:paraId="5245E4E2" w14:textId="77777777" w:rsidR="008C2BD6" w:rsidRPr="003E245A" w:rsidRDefault="008C2BD6" w:rsidP="008C2BD6">
      <w:pPr>
        <w:jc w:val="both"/>
      </w:pPr>
    </w:p>
    <w:p w14:paraId="5E6AA6B0" w14:textId="0476925C" w:rsidR="008C2BD6" w:rsidRDefault="008C2BD6" w:rsidP="008C2BD6">
      <w:pPr>
        <w:jc w:val="both"/>
      </w:pPr>
      <w:r w:rsidRPr="003E245A">
        <w:t xml:space="preserve">Koormata isikliku kasutusõigusega </w:t>
      </w:r>
      <w:r>
        <w:t xml:space="preserve">Urmas Sõõrumaale (isikukood 36111290232, edaspidi  </w:t>
      </w:r>
      <w:r w:rsidRPr="008C2BD6">
        <w:rPr>
          <w:i/>
          <w:iCs/>
        </w:rPr>
        <w:t>omanik</w:t>
      </w:r>
      <w:r>
        <w:t xml:space="preserve">) </w:t>
      </w:r>
      <w:r w:rsidRPr="003E245A">
        <w:t>omandisse kuuluv</w:t>
      </w:r>
      <w:r>
        <w:t xml:space="preserve"> Raevärava kinnistu</w:t>
      </w:r>
      <w:r w:rsidRPr="00631681">
        <w:t xml:space="preserve"> (kinnistu</w:t>
      </w:r>
      <w:r>
        <w:t xml:space="preserve"> </w:t>
      </w:r>
      <w:r w:rsidRPr="00631681">
        <w:t>registriosa n</w:t>
      </w:r>
      <w:r>
        <w:t>r</w:t>
      </w:r>
      <w:r w:rsidRPr="00631681">
        <w:t xml:space="preserve"> </w:t>
      </w:r>
      <w:r>
        <w:t>2123037,</w:t>
      </w:r>
      <w:r w:rsidRPr="00631681">
        <w:t xml:space="preserve"> </w:t>
      </w:r>
      <w:r>
        <w:t xml:space="preserve">katastritunnus 31701:006:1191, </w:t>
      </w:r>
      <w:r w:rsidRPr="00631681">
        <w:t xml:space="preserve">asukoht </w:t>
      </w:r>
      <w:r>
        <w:t xml:space="preserve">Rapla maakond, Kohila vald, Pihali küla, Raevärava, </w:t>
      </w:r>
      <w:r w:rsidRPr="003E245A">
        <w:t xml:space="preserve">edaspidi </w:t>
      </w:r>
      <w:r w:rsidRPr="008C2BD6">
        <w:rPr>
          <w:i/>
        </w:rPr>
        <w:t>kinnistu/kinnisasi</w:t>
      </w:r>
      <w:r w:rsidRPr="003E245A">
        <w:t>) Eesti Vabariigi (edaspidi õigustatud isik) kasuks. Riigivara valitseja on K</w:t>
      </w:r>
      <w:r>
        <w:t>liimaministeerium</w:t>
      </w:r>
      <w:r w:rsidRPr="003E245A">
        <w:t>, volitatud asutus Riigimetsa Majandamise Keskus.</w:t>
      </w:r>
    </w:p>
    <w:p w14:paraId="58F1100E" w14:textId="77777777" w:rsidR="008C2BD6" w:rsidRPr="003E245A" w:rsidRDefault="008C2BD6" w:rsidP="008C2BD6">
      <w:pPr>
        <w:jc w:val="both"/>
      </w:pPr>
    </w:p>
    <w:p w14:paraId="3C89A00E" w14:textId="77777777" w:rsidR="008C2BD6" w:rsidRPr="003E245A" w:rsidRDefault="008C2BD6" w:rsidP="008C2BD6">
      <w:pPr>
        <w:pStyle w:val="Loendilik"/>
        <w:numPr>
          <w:ilvl w:val="0"/>
          <w:numId w:val="3"/>
        </w:numPr>
        <w:jc w:val="both"/>
      </w:pPr>
      <w:r w:rsidRPr="003E245A">
        <w:t>Määrata isikliku kasutusõiguse seadmise tingimused alljärgnevalt:</w:t>
      </w:r>
    </w:p>
    <w:p w14:paraId="06CE0511" w14:textId="1BB9FEA6" w:rsidR="008C2BD6" w:rsidRPr="000B457E" w:rsidRDefault="008C2BD6" w:rsidP="008C2BD6">
      <w:pPr>
        <w:pStyle w:val="Loendilik"/>
        <w:numPr>
          <w:ilvl w:val="1"/>
          <w:numId w:val="3"/>
        </w:numPr>
        <w:jc w:val="both"/>
      </w:pPr>
      <w:r w:rsidRPr="00631681">
        <w:t xml:space="preserve">isikliku kasutusõiguse </w:t>
      </w:r>
      <w:r>
        <w:t xml:space="preserve">sisuks </w:t>
      </w:r>
      <w:r w:rsidRPr="00631681">
        <w:t>on</w:t>
      </w:r>
      <w:r>
        <w:t xml:space="preserve"> </w:t>
      </w:r>
      <w:r>
        <w:rPr>
          <w:i/>
          <w:iCs/>
        </w:rPr>
        <w:t>Raevärava</w:t>
      </w:r>
      <w:r w:rsidRPr="00D24FC4">
        <w:rPr>
          <w:i/>
          <w:iCs/>
        </w:rPr>
        <w:t xml:space="preserve"> katastriüksusel</w:t>
      </w:r>
      <w:r w:rsidRPr="00631681">
        <w:t xml:space="preserve"> (katastritunnus</w:t>
      </w:r>
      <w:r>
        <w:t xml:space="preserve"> 31701:006:1191) asuva eratee </w:t>
      </w:r>
      <w:r w:rsidRPr="000B457E">
        <w:t>ning eratee koosseisu kuuluval teemaal asuva</w:t>
      </w:r>
      <w:r>
        <w:t>te</w:t>
      </w:r>
      <w:r w:rsidRPr="000B457E">
        <w:t xml:space="preserve"> rajatiste kasutamine</w:t>
      </w:r>
      <w:r>
        <w:t>, ehitamine ja hooldamine (välja arvatud lumetõrje)</w:t>
      </w:r>
      <w:r w:rsidRPr="000B457E">
        <w:t xml:space="preserve">;   </w:t>
      </w:r>
    </w:p>
    <w:p w14:paraId="28A517B2" w14:textId="55518476" w:rsidR="008C2BD6" w:rsidRPr="003A6000" w:rsidRDefault="008C2BD6" w:rsidP="008C2BD6">
      <w:pPr>
        <w:pStyle w:val="Taandegakehatekst"/>
        <w:numPr>
          <w:ilvl w:val="1"/>
          <w:numId w:val="3"/>
        </w:numPr>
        <w:rPr>
          <w:szCs w:val="24"/>
        </w:rPr>
      </w:pPr>
      <w:r w:rsidRPr="00565969">
        <w:t xml:space="preserve">kasutusõiguse ala </w:t>
      </w:r>
      <w:r>
        <w:t xml:space="preserve">suurus on kokku ligikaudu 3192 m² (pikkus </w:t>
      </w:r>
      <w:r w:rsidRPr="00565969">
        <w:t>ligikaudu</w:t>
      </w:r>
      <w:r>
        <w:t xml:space="preserve"> </w:t>
      </w:r>
      <w:r>
        <w:rPr>
          <w:i/>
          <w:iCs/>
        </w:rPr>
        <w:t>399</w:t>
      </w:r>
      <w:r>
        <w:t xml:space="preserve"> m ja laius 8 m). Kasutusala </w:t>
      </w:r>
      <w:r w:rsidRPr="003A6000">
        <w:t>paiknemine</w:t>
      </w:r>
      <w:r w:rsidRPr="003A6000">
        <w:rPr>
          <w:szCs w:val="24"/>
        </w:rPr>
        <w:t xml:space="preserve"> kinnisasjal fikseeri</w:t>
      </w:r>
      <w:r>
        <w:rPr>
          <w:szCs w:val="24"/>
        </w:rPr>
        <w:t>takse</w:t>
      </w:r>
      <w:r w:rsidRPr="003A6000">
        <w:rPr>
          <w:szCs w:val="24"/>
        </w:rPr>
        <w:t xml:space="preserve"> plaanil, mida käsitleda isikliku kasutusõiguse seadmise lepingu lahutamatu lisana;</w:t>
      </w:r>
    </w:p>
    <w:p w14:paraId="5A1379EC" w14:textId="22D82949" w:rsidR="008C2BD6" w:rsidRPr="003A6000" w:rsidRDefault="008C2BD6" w:rsidP="008C2BD6">
      <w:pPr>
        <w:numPr>
          <w:ilvl w:val="1"/>
          <w:numId w:val="3"/>
        </w:numPr>
        <w:jc w:val="both"/>
      </w:pPr>
      <w:r w:rsidRPr="003A6000">
        <w:t>isiklik kasutusõigus seada õigustatud isiku kasuks tasuta ja tähtajatult;</w:t>
      </w:r>
    </w:p>
    <w:p w14:paraId="38392CB9" w14:textId="77777777" w:rsidR="008C2BD6" w:rsidRPr="003A6000" w:rsidRDefault="008C2BD6" w:rsidP="008C2BD6">
      <w:pPr>
        <w:numPr>
          <w:ilvl w:val="1"/>
          <w:numId w:val="3"/>
        </w:numPr>
        <w:jc w:val="both"/>
      </w:pPr>
      <w:r w:rsidRPr="003A6000">
        <w:t>kasutajal on õigus:</w:t>
      </w:r>
    </w:p>
    <w:p w14:paraId="047594D2" w14:textId="4C9F7282" w:rsidR="008C2BD6" w:rsidRDefault="008C2BD6" w:rsidP="008C2BD6">
      <w:pPr>
        <w:numPr>
          <w:ilvl w:val="2"/>
          <w:numId w:val="3"/>
        </w:numPr>
        <w:jc w:val="both"/>
      </w:pPr>
      <w:r w:rsidRPr="00631681">
        <w:t>kasutada kasutusõiguse ala sihipäraselt ning teostada oma vahenditega õigeaegselt kõiki töid, mis on vajalikud kasutusõiguse ala</w:t>
      </w:r>
      <w:r>
        <w:t xml:space="preserve"> </w:t>
      </w:r>
      <w:r w:rsidRPr="00631681">
        <w:t>rekonstrueerimiseks, korrashoiuks, hooldamiseks ja kasutamiseks;</w:t>
      </w:r>
    </w:p>
    <w:p w14:paraId="2DDAE713" w14:textId="77777777" w:rsidR="008C2BD6" w:rsidRPr="001C6CD6" w:rsidRDefault="008C2BD6" w:rsidP="008C2BD6">
      <w:pPr>
        <w:pStyle w:val="Loendilik"/>
        <w:numPr>
          <w:ilvl w:val="2"/>
          <w:numId w:val="3"/>
        </w:numPr>
        <w:jc w:val="both"/>
      </w:pPr>
      <w:r w:rsidRPr="001C6CD6">
        <w:lastRenderedPageBreak/>
        <w:t>kasutada kasutusõiguse ala ööpäevaringselt kõikide sõidukite ja tehnikaga, sealhulgas metsaveotraktorite ja metsaveokitega;</w:t>
      </w:r>
    </w:p>
    <w:p w14:paraId="41DF92E1" w14:textId="77777777" w:rsidR="008C2BD6" w:rsidRDefault="008C2BD6" w:rsidP="008C2BD6">
      <w:pPr>
        <w:numPr>
          <w:ilvl w:val="1"/>
          <w:numId w:val="3"/>
        </w:numPr>
        <w:jc w:val="both"/>
      </w:pPr>
      <w:r w:rsidRPr="00631681">
        <w:t>kasutajal on kohustus:</w:t>
      </w:r>
    </w:p>
    <w:p w14:paraId="39128673" w14:textId="1BF8C6C9" w:rsidR="008C2BD6" w:rsidRDefault="008C2BD6" w:rsidP="008C2BD6">
      <w:pPr>
        <w:numPr>
          <w:ilvl w:val="2"/>
          <w:numId w:val="3"/>
        </w:numPr>
        <w:jc w:val="both"/>
      </w:pPr>
      <w:r w:rsidRPr="00631681">
        <w:t xml:space="preserve">tagada kasutusõiguse ala hooldus ja korrashoid </w:t>
      </w:r>
      <w:r w:rsidR="00C07AD5">
        <w:t xml:space="preserve">(välja arvatud lumetõrje) </w:t>
      </w:r>
      <w:r w:rsidRPr="00631681">
        <w:t xml:space="preserve">vastavalt õigusaktidega sätestatud teekorrashoiu nõuetele; </w:t>
      </w:r>
    </w:p>
    <w:p w14:paraId="16BCB2E9" w14:textId="77777777" w:rsidR="008C2BD6" w:rsidRPr="00631681" w:rsidRDefault="008C2BD6" w:rsidP="008C2BD6">
      <w:pPr>
        <w:numPr>
          <w:ilvl w:val="2"/>
          <w:numId w:val="3"/>
        </w:numPr>
        <w:jc w:val="both"/>
      </w:pPr>
      <w:r w:rsidRPr="00631681">
        <w:t>tagada, et isikliku kasutusõiguse teostamisest ei tekiks kahju ega kahjulikke mõjutusi keskkonnale ega kasutusõiguse alale;</w:t>
      </w:r>
    </w:p>
    <w:p w14:paraId="602852E9" w14:textId="77777777" w:rsidR="008C2BD6" w:rsidRDefault="008C2BD6" w:rsidP="008C2BD6">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6018C51" w14:textId="77777777" w:rsidR="008C2BD6" w:rsidRDefault="008C2BD6" w:rsidP="008C2BD6">
      <w:pPr>
        <w:numPr>
          <w:ilvl w:val="2"/>
          <w:numId w:val="3"/>
        </w:numPr>
        <w:jc w:val="both"/>
      </w:pPr>
      <w:r>
        <w:t>kooskõlastada omanikuga projekteerimisprotsessis kasutusõiguse alaga seonduvate tee-ehitus- ja maaparandustööde projektdokumentatsioon;</w:t>
      </w:r>
    </w:p>
    <w:p w14:paraId="0470A079" w14:textId="77777777" w:rsidR="008C2BD6" w:rsidRPr="00631681" w:rsidRDefault="008C2BD6" w:rsidP="008C2BD6">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6FC8F967" w14:textId="77777777" w:rsidR="008C2BD6" w:rsidRPr="00631681" w:rsidRDefault="008C2BD6" w:rsidP="008C2BD6">
      <w:pPr>
        <w:numPr>
          <w:ilvl w:val="1"/>
          <w:numId w:val="3"/>
        </w:numPr>
        <w:jc w:val="both"/>
      </w:pPr>
      <w:r w:rsidRPr="00631681">
        <w:t>omanikul on kohustus:</w:t>
      </w:r>
    </w:p>
    <w:p w14:paraId="0C14CE25" w14:textId="77777777" w:rsidR="008C2BD6" w:rsidRPr="00631681" w:rsidRDefault="008C2BD6" w:rsidP="008C2BD6">
      <w:pPr>
        <w:numPr>
          <w:ilvl w:val="2"/>
          <w:numId w:val="3"/>
        </w:numPr>
        <w:jc w:val="both"/>
      </w:pPr>
      <w:r w:rsidRPr="00631681">
        <w:t>mitte teha takistusi kasutusõiguse ala haldamiseks ja kasutamiseks;</w:t>
      </w:r>
    </w:p>
    <w:p w14:paraId="1535204F" w14:textId="77777777" w:rsidR="008C2BD6" w:rsidRPr="00631681" w:rsidRDefault="008C2BD6" w:rsidP="008C2BD6">
      <w:pPr>
        <w:numPr>
          <w:ilvl w:val="2"/>
          <w:numId w:val="3"/>
        </w:numPr>
        <w:jc w:val="both"/>
      </w:pPr>
      <w:r w:rsidRPr="00631681">
        <w:t>tagada kasutajale kasutusõiguse ala takistamatu kasutamine;</w:t>
      </w:r>
    </w:p>
    <w:p w14:paraId="32253963" w14:textId="77777777" w:rsidR="008C2BD6" w:rsidRPr="00631681" w:rsidRDefault="008C2BD6" w:rsidP="008C2BD6">
      <w:pPr>
        <w:numPr>
          <w:ilvl w:val="2"/>
          <w:numId w:val="3"/>
        </w:numPr>
        <w:jc w:val="both"/>
      </w:pPr>
      <w:r w:rsidRPr="00631681">
        <w:t>kasutada kasutusõiguse ala heaperemehelikult ja tagada, et tema tegevusest ei tekiks kasutusõiguse alale kahju ega kahjulikke mõjutusi keskkonnale;</w:t>
      </w:r>
    </w:p>
    <w:p w14:paraId="591757C4" w14:textId="77777777" w:rsidR="008C2BD6" w:rsidRPr="00631681" w:rsidRDefault="008C2BD6" w:rsidP="008C2BD6">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6F8EDB02" w14:textId="77777777" w:rsidR="008C2BD6" w:rsidRDefault="008C2BD6" w:rsidP="008C2BD6">
      <w:pPr>
        <w:numPr>
          <w:ilvl w:val="0"/>
          <w:numId w:val="3"/>
        </w:numPr>
        <w:jc w:val="both"/>
      </w:pPr>
      <w:r>
        <w:t>Kinnistu i</w:t>
      </w:r>
      <w:r w:rsidRPr="00AB72C6">
        <w:t>sikliku kasutusõiguse</w:t>
      </w:r>
      <w:r>
        <w:t>ga koormamise</w:t>
      </w:r>
      <w:r w:rsidRPr="00AB72C6">
        <w:t xml:space="preserve"> lepingu sõlmimise</w:t>
      </w:r>
      <w:r>
        <w:t xml:space="preserve">ga seotud kulud tasub kasutaja. </w:t>
      </w:r>
    </w:p>
    <w:p w14:paraId="5674CFA4" w14:textId="524826F4" w:rsidR="008C2BD6" w:rsidRDefault="008C2BD6" w:rsidP="008C2BD6">
      <w:pPr>
        <w:numPr>
          <w:ilvl w:val="0"/>
          <w:numId w:val="3"/>
        </w:numPr>
        <w:jc w:val="both"/>
      </w:pPr>
      <w:r w:rsidRPr="00631681">
        <w:t xml:space="preserve">RMK </w:t>
      </w:r>
      <w:r>
        <w:t xml:space="preserve">Raplamaa </w:t>
      </w:r>
      <w:r w:rsidRPr="00631681">
        <w:t xml:space="preserve">metsaülemal </w:t>
      </w:r>
      <w:r w:rsidRPr="00227BE0">
        <w:t>sõlmida</w:t>
      </w:r>
      <w:r>
        <w:t xml:space="preserve"> kinnistu </w:t>
      </w:r>
      <w:r w:rsidRPr="00227BE0">
        <w:t>isikliku kasutusõiguse</w:t>
      </w:r>
      <w:r>
        <w:t>ga koormamise</w:t>
      </w:r>
      <w:r w:rsidRPr="00227BE0">
        <w:t xml:space="preserve"> ja asjaõigusleping</w:t>
      </w:r>
      <w:r w:rsidRPr="002567F5">
        <w:t xml:space="preserve"> </w:t>
      </w:r>
      <w:r w:rsidRPr="00AB72C6">
        <w:t xml:space="preserve">käesolevas käskkirjas </w:t>
      </w:r>
      <w:r>
        <w:t>ja kinnistu isikliku kasutusõiguse seadmise lepingus sätestatud</w:t>
      </w:r>
      <w:r w:rsidRPr="0074358B">
        <w:t xml:space="preserve"> </w:t>
      </w:r>
      <w:r w:rsidRPr="00AB72C6">
        <w:t xml:space="preserve">tingimustel. </w:t>
      </w:r>
    </w:p>
    <w:p w14:paraId="5A4EA06A" w14:textId="34E88966" w:rsidR="008C2BD6" w:rsidRPr="003D52F3" w:rsidRDefault="008C2BD6" w:rsidP="008C2BD6">
      <w:pPr>
        <w:pStyle w:val="Loendilik"/>
        <w:numPr>
          <w:ilvl w:val="0"/>
          <w:numId w:val="3"/>
        </w:numPr>
        <w:jc w:val="both"/>
      </w:pPr>
      <w:r w:rsidRPr="00001F9D">
        <w:rPr>
          <w:szCs w:val="24"/>
        </w:rPr>
        <w:t>RMK metsaosakonnal</w:t>
      </w:r>
      <w:r>
        <w:rPr>
          <w:szCs w:val="24"/>
        </w:rPr>
        <w:t xml:space="preserve"> </w:t>
      </w:r>
      <w:r w:rsidRPr="001E3A8C">
        <w:rPr>
          <w:szCs w:val="24"/>
        </w:rPr>
        <w:t xml:space="preserve">korraldada lepingu salvestamine DHS-i </w:t>
      </w:r>
      <w:r>
        <w:rPr>
          <w:szCs w:val="24"/>
        </w:rPr>
        <w:t xml:space="preserve">ja vastavatesse registritesse </w:t>
      </w:r>
      <w:r w:rsidRPr="001E3A8C">
        <w:rPr>
          <w:szCs w:val="24"/>
        </w:rPr>
        <w:t>vastavalt kehtivale korrale.</w:t>
      </w:r>
    </w:p>
    <w:p w14:paraId="75C8E8C3" w14:textId="156CFA8C" w:rsidR="0062286F" w:rsidRPr="003D52F3" w:rsidRDefault="0062286F" w:rsidP="008C2BD6">
      <w:pPr>
        <w:jc w:val="both"/>
      </w:pPr>
    </w:p>
    <w:p w14:paraId="37967DBF" w14:textId="77777777" w:rsidR="0062286F" w:rsidRPr="00631681" w:rsidRDefault="0062286F" w:rsidP="0062286F">
      <w:pPr>
        <w:jc w:val="both"/>
        <w:rPr>
          <w:szCs w:val="24"/>
        </w:rPr>
      </w:pPr>
    </w:p>
    <w:p w14:paraId="2362DA6F" w14:textId="77777777" w:rsidR="0062286F" w:rsidRPr="00C84ECB" w:rsidRDefault="0062286F" w:rsidP="0062286F">
      <w:pPr>
        <w:jc w:val="both"/>
        <w:rPr>
          <w:bCs/>
        </w:rPr>
      </w:pPr>
      <w:r w:rsidRPr="00C84ECB">
        <w:rPr>
          <w:bCs/>
        </w:rPr>
        <w:t>(allkirjastatud digitaalselt)</w:t>
      </w:r>
    </w:p>
    <w:p w14:paraId="2262AA32" w14:textId="77777777" w:rsidR="0062286F" w:rsidRPr="00631681" w:rsidRDefault="0062286F" w:rsidP="0062286F">
      <w:pPr>
        <w:jc w:val="both"/>
        <w:rPr>
          <w:b/>
          <w:bCs/>
        </w:rPr>
      </w:pPr>
    </w:p>
    <w:p w14:paraId="3E27F9C9" w14:textId="77777777" w:rsidR="0062286F" w:rsidRPr="00631681" w:rsidRDefault="0062286F" w:rsidP="0062286F">
      <w:pPr>
        <w:pStyle w:val="Taandegakehatekst"/>
        <w:ind w:firstLine="0"/>
      </w:pPr>
    </w:p>
    <w:p w14:paraId="1EA661A6" w14:textId="77777777" w:rsidR="0062286F" w:rsidRDefault="0062286F" w:rsidP="0062286F">
      <w:pPr>
        <w:rPr>
          <w:szCs w:val="24"/>
        </w:rPr>
      </w:pPr>
      <w:r>
        <w:rPr>
          <w:szCs w:val="24"/>
        </w:rPr>
        <w:t>Andres Sepp</w:t>
      </w:r>
    </w:p>
    <w:p w14:paraId="6FFCD7AC" w14:textId="77777777" w:rsidR="0062286F" w:rsidRPr="00631681" w:rsidRDefault="0062286F" w:rsidP="0062286F">
      <w:pPr>
        <w:rPr>
          <w:szCs w:val="24"/>
        </w:rPr>
      </w:pPr>
      <w:r>
        <w:rPr>
          <w:szCs w:val="24"/>
        </w:rPr>
        <w:t>Peametsaülem</w:t>
      </w:r>
    </w:p>
    <w:p w14:paraId="51EACE6E" w14:textId="77777777" w:rsidR="0062286F" w:rsidRDefault="0062286F" w:rsidP="0062286F">
      <w:pPr>
        <w:rPr>
          <w:szCs w:val="24"/>
        </w:rPr>
      </w:pPr>
    </w:p>
    <w:p w14:paraId="37FE2FFF" w14:textId="77777777" w:rsidR="0062286F" w:rsidRDefault="0062286F" w:rsidP="0062286F">
      <w:pPr>
        <w:rPr>
          <w:szCs w:val="24"/>
        </w:rPr>
      </w:pPr>
    </w:p>
    <w:p w14:paraId="2D8421E7" w14:textId="77777777" w:rsidR="0062286F" w:rsidRDefault="0062286F" w:rsidP="0062286F">
      <w:pPr>
        <w:jc w:val="both"/>
      </w:pPr>
    </w:p>
    <w:p w14:paraId="411573B5" w14:textId="0C1BEDFA" w:rsidR="0062286F" w:rsidRDefault="0062286F" w:rsidP="0062286F">
      <w:pPr>
        <w:jc w:val="both"/>
      </w:pPr>
      <w:r w:rsidRPr="00631681">
        <w:t xml:space="preserve">Jaotuskava: </w:t>
      </w:r>
      <w:r w:rsidR="008C2BD6">
        <w:t>Margus Emberg, Malle Viiburg, Urmas Sõõrumaa</w:t>
      </w:r>
      <w:r>
        <w:t xml:space="preserve"> </w:t>
      </w:r>
    </w:p>
    <w:p w14:paraId="50CB1092" w14:textId="77777777" w:rsidR="006D69D5" w:rsidRDefault="006D69D5"/>
    <w:p w14:paraId="19478D81" w14:textId="77777777" w:rsidR="006D69D5" w:rsidRDefault="006D69D5"/>
    <w:p w14:paraId="690C46E2" w14:textId="4BD2918C" w:rsidR="006D69D5" w:rsidRDefault="006D69D5"/>
    <w:p w14:paraId="17082EB6" w14:textId="77777777" w:rsidR="006D69D5" w:rsidRDefault="006D69D5"/>
    <w:p w14:paraId="2FF4B118" w14:textId="77777777" w:rsidR="006D69D5" w:rsidRDefault="006D69D5"/>
    <w:p w14:paraId="3A7DE908" w14:textId="68268CA3" w:rsidR="006D69D5" w:rsidRDefault="006D69D5"/>
    <w:p w14:paraId="0B61ADA1" w14:textId="77777777" w:rsidR="006D69D5" w:rsidRDefault="006D69D5"/>
    <w:p w14:paraId="3D4EA52C" w14:textId="77777777" w:rsidR="006D69D5" w:rsidRDefault="006D69D5"/>
    <w:p w14:paraId="662F66F9" w14:textId="77777777" w:rsidR="006D69D5" w:rsidRDefault="006D69D5"/>
    <w:p w14:paraId="438E4B67" w14:textId="77777777" w:rsidR="006D69D5" w:rsidRDefault="006D69D5"/>
    <w:sectPr w:rsidR="006D69D5">
      <w:footerReference w:type="default" r:id="rId11"/>
      <w:headerReference w:type="first" r:id="rId12"/>
      <w:footerReference w:type="first" r:id="rId13"/>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E2EA6" w14:textId="77777777" w:rsidR="003D75F1" w:rsidRDefault="003D75F1">
      <w:r>
        <w:separator/>
      </w:r>
    </w:p>
  </w:endnote>
  <w:endnote w:type="continuationSeparator" w:id="0">
    <w:p w14:paraId="53995BE9" w14:textId="77777777" w:rsidR="003D75F1" w:rsidRDefault="003D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B0A1" w14:textId="77777777" w:rsidR="0062286F" w:rsidRDefault="0062286F">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A6D4" w14:textId="77777777" w:rsidR="006D69D5" w:rsidRDefault="006D69D5">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EF0D" w14:textId="77777777" w:rsidR="006D69D5" w:rsidRDefault="006D69D5">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BAF0E" w14:textId="77777777" w:rsidR="003D75F1" w:rsidRDefault="003D75F1">
      <w:r>
        <w:separator/>
      </w:r>
    </w:p>
  </w:footnote>
  <w:footnote w:type="continuationSeparator" w:id="0">
    <w:p w14:paraId="74F132AA" w14:textId="77777777" w:rsidR="003D75F1" w:rsidRDefault="003D7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C9F5" w14:textId="77777777" w:rsidR="0062286F" w:rsidRDefault="0062286F">
    <w:pPr>
      <w:pStyle w:val="Pis"/>
    </w:pPr>
    <w:r>
      <w:fldChar w:fldCharType="begin"/>
    </w:r>
    <w:r>
      <w:instrText xml:space="preserve"> PAGE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45CE" w14:textId="77777777" w:rsidR="0062286F" w:rsidRDefault="0062286F">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98DE7" w14:textId="77777777" w:rsidR="006D69D5" w:rsidRDefault="006D69D5">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2"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85370267">
    <w:abstractNumId w:val="0"/>
  </w:num>
  <w:num w:numId="2" w16cid:durableId="1745253947">
    <w:abstractNumId w:val="1"/>
  </w:num>
  <w:num w:numId="3" w16cid:durableId="1399666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5F1"/>
    <w:rsid w:val="000227B2"/>
    <w:rsid w:val="00106C89"/>
    <w:rsid w:val="00134664"/>
    <w:rsid w:val="001A77E3"/>
    <w:rsid w:val="00351A00"/>
    <w:rsid w:val="003B05E1"/>
    <w:rsid w:val="003D75F1"/>
    <w:rsid w:val="00497B26"/>
    <w:rsid w:val="005E5D33"/>
    <w:rsid w:val="0062286F"/>
    <w:rsid w:val="006840F8"/>
    <w:rsid w:val="006D69D5"/>
    <w:rsid w:val="007B4EBD"/>
    <w:rsid w:val="00824179"/>
    <w:rsid w:val="008C2BD6"/>
    <w:rsid w:val="0094780E"/>
    <w:rsid w:val="00A1126B"/>
    <w:rsid w:val="00A1607D"/>
    <w:rsid w:val="00B152F8"/>
    <w:rsid w:val="00B81A6F"/>
    <w:rsid w:val="00BA1D1F"/>
    <w:rsid w:val="00C07AD5"/>
    <w:rsid w:val="00C16D2D"/>
    <w:rsid w:val="00C93D76"/>
    <w:rsid w:val="00C971F7"/>
    <w:rsid w:val="00D74F54"/>
    <w:rsid w:val="00E34FBB"/>
    <w:rsid w:val="00ED46B5"/>
    <w:rsid w:val="00F030D6"/>
    <w:rsid w:val="00FB38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4B411"/>
  <w15:docId w15:val="{84EB4A7C-1105-4FE6-84BF-8243F398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497B26"/>
    <w:rPr>
      <w:rFonts w:ascii="Tahoma" w:hAnsi="Tahoma" w:cs="Tahoma"/>
      <w:sz w:val="16"/>
      <w:szCs w:val="16"/>
    </w:rPr>
  </w:style>
  <w:style w:type="character" w:customStyle="1" w:styleId="JutumullitekstMrk">
    <w:name w:val="Jutumullitekst Märk"/>
    <w:basedOn w:val="Liguvaikefont"/>
    <w:link w:val="Jutumullitekst"/>
    <w:rsid w:val="00497B26"/>
    <w:rPr>
      <w:rFonts w:ascii="Tahoma" w:hAnsi="Tahoma" w:cs="Tahoma"/>
      <w:spacing w:val="2"/>
      <w:position w:val="6"/>
      <w:sz w:val="16"/>
      <w:szCs w:val="16"/>
      <w:lang w:eastAsia="en-US"/>
    </w:rPr>
  </w:style>
  <w:style w:type="paragraph" w:styleId="Kehatekst">
    <w:name w:val="Body Text"/>
    <w:basedOn w:val="Normaallaad"/>
    <w:link w:val="KehatekstMrk"/>
    <w:rsid w:val="0062286F"/>
    <w:pPr>
      <w:tabs>
        <w:tab w:val="left" w:pos="900"/>
      </w:tabs>
    </w:pPr>
    <w:rPr>
      <w:spacing w:val="0"/>
      <w:position w:val="0"/>
    </w:rPr>
  </w:style>
  <w:style w:type="character" w:customStyle="1" w:styleId="KehatekstMrk">
    <w:name w:val="Kehatekst Märk"/>
    <w:basedOn w:val="Liguvaikefont"/>
    <w:link w:val="Kehatekst"/>
    <w:rsid w:val="0062286F"/>
    <w:rPr>
      <w:sz w:val="24"/>
      <w:lang w:eastAsia="en-US"/>
    </w:rPr>
  </w:style>
  <w:style w:type="paragraph" w:styleId="Taandegakehatekst">
    <w:name w:val="Body Text Indent"/>
    <w:basedOn w:val="Normaallaad"/>
    <w:link w:val="TaandegakehatekstMrk"/>
    <w:rsid w:val="0062286F"/>
    <w:pPr>
      <w:ind w:firstLine="720"/>
      <w:jc w:val="both"/>
    </w:pPr>
  </w:style>
  <w:style w:type="character" w:customStyle="1" w:styleId="TaandegakehatekstMrk">
    <w:name w:val="Taandega kehatekst Märk"/>
    <w:basedOn w:val="Liguvaikefont"/>
    <w:link w:val="Taandegakehatekst"/>
    <w:rsid w:val="0062286F"/>
    <w:rPr>
      <w:spacing w:val="2"/>
      <w:position w:val="6"/>
      <w:sz w:val="24"/>
      <w:lang w:eastAsia="en-US"/>
    </w:rPr>
  </w:style>
  <w:style w:type="paragraph" w:styleId="Loendilik">
    <w:name w:val="List Paragraph"/>
    <w:basedOn w:val="Normaallaad"/>
    <w:uiPriority w:val="34"/>
    <w:qFormat/>
    <w:rsid w:val="00622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Downloads\k&#228;skkiri%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(1)</Template>
  <TotalTime>16</TotalTime>
  <Pages>2</Pages>
  <Words>548</Words>
  <Characters>4063</Characters>
  <Application>Microsoft Office Word</Application>
  <DocSecurity>0</DocSecurity>
  <Lines>33</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 Ltd., Parnu mnt 154, 11317 Tallinn, Estonia</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Urve Jõgi</dc:creator>
  <dc:description>Ver 2.0, 01.2013</dc:description>
  <cp:lastModifiedBy>Urve Jõgi</cp:lastModifiedBy>
  <cp:revision>7</cp:revision>
  <cp:lastPrinted>2003-07-14T18:24:00Z</cp:lastPrinted>
  <dcterms:created xsi:type="dcterms:W3CDTF">2023-08-16T07:22:00Z</dcterms:created>
  <dcterms:modified xsi:type="dcterms:W3CDTF">2023-08-17T09:40:00Z</dcterms:modified>
</cp:coreProperties>
</file>